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6ABEB0BC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A9565C">
        <w:rPr>
          <w:b/>
          <w:bCs/>
          <w:sz w:val="20"/>
        </w:rPr>
        <w:t>202</w:t>
      </w:r>
      <w:r w:rsidR="000F7D97">
        <w:rPr>
          <w:b/>
          <w:bCs/>
          <w:sz w:val="20"/>
        </w:rPr>
        <w:t>5</w:t>
      </w:r>
      <w:r w:rsidR="00A9565C">
        <w:rPr>
          <w:b/>
          <w:bCs/>
          <w:sz w:val="20"/>
        </w:rPr>
        <w:t>/</w:t>
      </w:r>
      <w:r w:rsidR="000F7D97">
        <w:rPr>
          <w:b/>
          <w:bCs/>
          <w:sz w:val="20"/>
        </w:rPr>
        <w:t>37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4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48E43B3A" w:rsidR="005253F3" w:rsidRPr="001611B4" w:rsidRDefault="003941F8" w:rsidP="00836379">
            <w:pPr>
              <w:rPr>
                <w:sz w:val="20"/>
              </w:rPr>
            </w:pPr>
            <w:r w:rsidRPr="003941F8">
              <w:rPr>
                <w:sz w:val="20"/>
              </w:rPr>
              <w:t>RMK turustusspetsialist Mart Enel</w:t>
            </w:r>
          </w:p>
        </w:tc>
        <w:tc>
          <w:tcPr>
            <w:tcW w:w="3119" w:type="dxa"/>
          </w:tcPr>
          <w:p w14:paraId="18A4DAB6" w14:textId="255D336A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3941F8" w:rsidRPr="003941F8">
              <w:rPr>
                <w:sz w:val="20"/>
              </w:rPr>
              <w:t>526 3392</w:t>
            </w:r>
            <w:r w:rsidRPr="001611B4">
              <w:rPr>
                <w:noProof/>
                <w:color w:val="000000"/>
                <w:sz w:val="20"/>
              </w:rPr>
              <w:br/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2D5797DB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r w:rsidR="000F7D97">
              <w:rPr>
                <w:rFonts w:eastAsia="Calibri"/>
                <w:sz w:val="20"/>
              </w:rPr>
              <w:t>16.01.2025</w:t>
            </w:r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0F7D97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544"/>
        <w:gridCol w:w="3196"/>
      </w:tblGrid>
      <w:tr w:rsidR="005253F3" w:rsidRPr="001611B4" w14:paraId="6E3EC6BB" w14:textId="77777777" w:rsidTr="0033728C">
        <w:tc>
          <w:tcPr>
            <w:tcW w:w="3289" w:type="dxa"/>
          </w:tcPr>
          <w:p w14:paraId="4FC74FA5" w14:textId="25A8BDB8" w:rsidR="005253F3" w:rsidRPr="001611B4" w:rsidRDefault="003941F8" w:rsidP="00E8544B">
            <w:pPr>
              <w:rPr>
                <w:sz w:val="20"/>
              </w:rPr>
            </w:pPr>
            <w:proofErr w:type="spellStart"/>
            <w:r w:rsidRPr="003941F8">
              <w:rPr>
                <w:sz w:val="20"/>
              </w:rPr>
              <w:t>Heikko</w:t>
            </w:r>
            <w:proofErr w:type="spellEnd"/>
            <w:r w:rsidRPr="003941F8">
              <w:rPr>
                <w:sz w:val="20"/>
              </w:rPr>
              <w:t xml:space="preserve"> Kont FIE</w:t>
            </w:r>
          </w:p>
        </w:tc>
        <w:tc>
          <w:tcPr>
            <w:tcW w:w="3544" w:type="dxa"/>
          </w:tcPr>
          <w:p w14:paraId="59D45EC8" w14:textId="77777777" w:rsidR="003941F8" w:rsidRPr="003941F8" w:rsidRDefault="003941F8" w:rsidP="003941F8">
            <w:pPr>
              <w:rPr>
                <w:sz w:val="20"/>
              </w:rPr>
            </w:pPr>
            <w:r w:rsidRPr="003941F8">
              <w:rPr>
                <w:sz w:val="20"/>
              </w:rPr>
              <w:t>Registrikood 10547797</w:t>
            </w:r>
          </w:p>
          <w:p w14:paraId="2C4748F4" w14:textId="434514E5" w:rsidR="005253F3" w:rsidRPr="001611B4" w:rsidRDefault="003941F8" w:rsidP="003941F8">
            <w:pPr>
              <w:rPr>
                <w:bCs/>
                <w:sz w:val="20"/>
              </w:rPr>
            </w:pPr>
            <w:proofErr w:type="spellStart"/>
            <w:r w:rsidRPr="003941F8">
              <w:rPr>
                <w:sz w:val="20"/>
              </w:rPr>
              <w:t>Rääsa</w:t>
            </w:r>
            <w:proofErr w:type="spellEnd"/>
            <w:r w:rsidRPr="003941F8">
              <w:rPr>
                <w:sz w:val="20"/>
              </w:rPr>
              <w:t xml:space="preserve"> küla Lüganuse vald Ida-Virumaa</w:t>
            </w:r>
            <w:r w:rsidR="004127F5" w:rsidRPr="001611B4">
              <w:rPr>
                <w:noProof/>
                <w:color w:val="000000"/>
                <w:sz w:val="20"/>
              </w:rPr>
              <w:br/>
            </w:r>
          </w:p>
        </w:tc>
        <w:tc>
          <w:tcPr>
            <w:tcW w:w="3196" w:type="dxa"/>
          </w:tcPr>
          <w:p w14:paraId="45C69494" w14:textId="7371BCD9" w:rsidR="005253F3" w:rsidRPr="001611B4" w:rsidRDefault="004127F5" w:rsidP="00E8544B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3941F8" w:rsidRPr="003941F8">
              <w:rPr>
                <w:sz w:val="20"/>
              </w:rPr>
              <w:t>5169042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5" w:history="1">
              <w:r w:rsidR="003941F8" w:rsidRPr="0014087A">
                <w:rPr>
                  <w:rStyle w:val="Hperlink"/>
                  <w:sz w:val="20"/>
                </w:rPr>
                <w:t>heikko.kont@gmail.com</w:t>
              </w:r>
            </w:hyperlink>
            <w:r w:rsidR="003941F8">
              <w:rPr>
                <w:sz w:val="20"/>
              </w:rPr>
              <w:t xml:space="preserve"> </w:t>
            </w:r>
            <w:r w:rsidR="003941F8" w:rsidRPr="003941F8">
              <w:rPr>
                <w:sz w:val="20"/>
              </w:rPr>
              <w:t xml:space="preserve">   </w:t>
            </w:r>
            <w:r w:rsidR="003941F8">
              <w:rPr>
                <w:sz w:val="20"/>
              </w:rPr>
              <w:t xml:space="preserve"> </w:t>
            </w:r>
          </w:p>
        </w:tc>
      </w:tr>
      <w:tr w:rsidR="00836379" w:rsidRPr="001611B4" w14:paraId="58FA04AD" w14:textId="77777777" w:rsidTr="0033728C">
        <w:tc>
          <w:tcPr>
            <w:tcW w:w="3289" w:type="dxa"/>
          </w:tcPr>
          <w:p w14:paraId="795AF362" w14:textId="77777777" w:rsidR="00836379" w:rsidRPr="001611B4" w:rsidRDefault="00836379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544" w:type="dxa"/>
          </w:tcPr>
          <w:p w14:paraId="4ADBD065" w14:textId="48EAA506" w:rsidR="00836379" w:rsidRPr="001611B4" w:rsidRDefault="003941F8" w:rsidP="0033728C">
            <w:pPr>
              <w:rPr>
                <w:bCs/>
                <w:sz w:val="20"/>
              </w:rPr>
            </w:pPr>
            <w:r w:rsidRPr="003941F8">
              <w:rPr>
                <w:sz w:val="20"/>
              </w:rPr>
              <w:t>Juhatuse liige</w:t>
            </w:r>
            <w:r w:rsidR="0033728C">
              <w:rPr>
                <w:sz w:val="20"/>
              </w:rPr>
              <w:t xml:space="preserve"> </w:t>
            </w:r>
            <w:proofErr w:type="spellStart"/>
            <w:r w:rsidRPr="003941F8">
              <w:rPr>
                <w:sz w:val="20"/>
              </w:rPr>
              <w:t>Heikko</w:t>
            </w:r>
            <w:proofErr w:type="spellEnd"/>
            <w:r w:rsidRPr="003941F8">
              <w:rPr>
                <w:sz w:val="20"/>
              </w:rPr>
              <w:t xml:space="preserve"> Kont</w:t>
            </w:r>
          </w:p>
        </w:tc>
        <w:tc>
          <w:tcPr>
            <w:tcW w:w="3196" w:type="dxa"/>
          </w:tcPr>
          <w:p w14:paraId="6DD68004" w14:textId="477453F1" w:rsidR="00836379" w:rsidRPr="001611B4" w:rsidRDefault="00836379" w:rsidP="00E8544B">
            <w:pPr>
              <w:rPr>
                <w:bCs/>
                <w:sz w:val="20"/>
              </w:rPr>
            </w:pPr>
          </w:p>
        </w:tc>
      </w:tr>
      <w:tr w:rsidR="00836379" w:rsidRPr="001611B4" w14:paraId="267AC844" w14:textId="77777777" w:rsidTr="0033728C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62685E6D" w:rsidR="00836379" w:rsidRPr="001611B4" w:rsidRDefault="00836379" w:rsidP="00E8544B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3941F8" w:rsidRPr="00CB59DB">
              <w:rPr>
                <w:bCs/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3714F82F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BD7240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3A38837B" w14:textId="77777777" w:rsidR="001A653F" w:rsidRPr="000A4A87" w:rsidRDefault="001A653F" w:rsidP="001A653F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4DED4172" w14:textId="6E1A09C4" w:rsidR="00D514A5" w:rsidRPr="005B7340" w:rsidRDefault="00D4333E" w:rsidP="005B734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337F2904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5B7340">
              <w:rPr>
                <w:sz w:val="20"/>
              </w:rPr>
              <w:t>1</w:t>
            </w:r>
            <w:r w:rsidRPr="001611B4">
              <w:rPr>
                <w:sz w:val="20"/>
              </w:rPr>
              <w:t>.</w:t>
            </w:r>
            <w:r w:rsidR="005B7340">
              <w:rPr>
                <w:sz w:val="20"/>
              </w:rPr>
              <w:t>1</w:t>
            </w:r>
            <w:r w:rsidRPr="001611B4">
              <w:rPr>
                <w:sz w:val="20"/>
              </w:rPr>
              <w:t xml:space="preserve">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616944FC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5B7340">
              <w:rPr>
                <w:iCs/>
                <w:sz w:val="20"/>
              </w:rPr>
              <w:t>1</w:t>
            </w:r>
            <w:r w:rsidRPr="001611B4">
              <w:rPr>
                <w:iCs/>
                <w:sz w:val="20"/>
              </w:rPr>
              <w:t>.</w:t>
            </w:r>
            <w:r w:rsidR="005B7340">
              <w:rPr>
                <w:iCs/>
                <w:sz w:val="20"/>
              </w:rPr>
              <w:t>2</w:t>
            </w:r>
            <w:r w:rsidRPr="001611B4">
              <w:rPr>
                <w:iCs/>
                <w:sz w:val="20"/>
              </w:rPr>
              <w:t xml:space="preserve">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1611B4" w14:paraId="6D5861AB" w14:textId="77777777" w:rsidTr="00344666">
        <w:trPr>
          <w:trHeight w:val="1508"/>
        </w:trPr>
        <w:tc>
          <w:tcPr>
            <w:tcW w:w="7545" w:type="dxa"/>
          </w:tcPr>
          <w:p w14:paraId="6A993808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Tähtajaline ettemaks kokkulepitud kuupäevaks kokkulepitud summas:</w:t>
            </w:r>
          </w:p>
          <w:p w14:paraId="20B32267" w14:textId="411EE00B" w:rsidR="00D514A5" w:rsidRPr="001611B4" w:rsidRDefault="005B7340" w:rsidP="005B7340">
            <w:pPr>
              <w:ind w:left="720"/>
              <w:rPr>
                <w:sz w:val="20"/>
              </w:rPr>
            </w:pPr>
            <w:r>
              <w:rPr>
                <w:sz w:val="20"/>
              </w:rPr>
              <w:t xml:space="preserve">Ostja </w:t>
            </w:r>
            <w:r w:rsidRPr="00330C91">
              <w:rPr>
                <w:sz w:val="20"/>
              </w:rPr>
              <w:t>kannab Müüja pangakonto</w:t>
            </w:r>
            <w:r>
              <w:rPr>
                <w:sz w:val="20"/>
              </w:rPr>
              <w:t xml:space="preserve">le nr </w:t>
            </w:r>
            <w:r w:rsidRPr="006A5ADD">
              <w:rPr>
                <w:sz w:val="20"/>
              </w:rPr>
              <w:t>EE781010402024861004</w:t>
            </w:r>
            <w:r>
              <w:rPr>
                <w:sz w:val="20"/>
              </w:rPr>
              <w:t xml:space="preserve"> ettemaksu vastavalt tarnegraafikus sätestatud kogusele korraga kogu kuu koguse eest</w:t>
            </w:r>
            <w:r w:rsidRPr="00330C91">
              <w:rPr>
                <w:sz w:val="20"/>
              </w:rPr>
              <w:t>.</w:t>
            </w:r>
            <w:r>
              <w:rPr>
                <w:sz w:val="20"/>
              </w:rPr>
              <w:t xml:space="preserve">  Ettemaksu</w:t>
            </w:r>
            <w:r w:rsidRPr="00330C91">
              <w:rPr>
                <w:sz w:val="20"/>
              </w:rPr>
              <w:t xml:space="preserve"> kandmise korral kohustub Ostja maksekorraldusel selgituses viitama lepingunumbrile ja lisam</w:t>
            </w:r>
            <w:r>
              <w:rPr>
                <w:sz w:val="20"/>
              </w:rPr>
              <w:t>a märgusõna „Lepingu ettemaks</w:t>
            </w:r>
            <w:r w:rsidRPr="00330C91">
              <w:rPr>
                <w:sz w:val="20"/>
              </w:rPr>
              <w:t>“.</w:t>
            </w:r>
          </w:p>
        </w:tc>
        <w:tc>
          <w:tcPr>
            <w:tcW w:w="2206" w:type="dxa"/>
          </w:tcPr>
          <w:p w14:paraId="133B848A" w14:textId="77777777" w:rsidR="00D514A5" w:rsidRPr="001611B4" w:rsidRDefault="0094376B" w:rsidP="0094376B">
            <w:pPr>
              <w:rPr>
                <w:sz w:val="20"/>
              </w:rPr>
            </w:pPr>
            <w:r w:rsidRPr="001611B4">
              <w:rPr>
                <w:sz w:val="20"/>
              </w:rPr>
              <w:t>Krediidilimiit on</w:t>
            </w:r>
            <w:r w:rsidR="00D514A5" w:rsidRPr="001611B4">
              <w:rPr>
                <w:sz w:val="20"/>
              </w:rPr>
              <w:t xml:space="preserve"> </w:t>
            </w:r>
            <w:r w:rsidRPr="001611B4">
              <w:rPr>
                <w:sz w:val="20"/>
              </w:rPr>
              <w:t>makstud ettemaksu ulatuses</w:t>
            </w:r>
            <w:r w:rsidR="00344666" w:rsidRPr="001611B4">
              <w:rPr>
                <w:sz w:val="20"/>
              </w:rPr>
              <w:t>.</w:t>
            </w:r>
          </w:p>
        </w:tc>
      </w:tr>
    </w:tbl>
    <w:p w14:paraId="72A7DE85" w14:textId="10F79E43" w:rsidR="00151D79" w:rsidRPr="001611B4" w:rsidRDefault="00D4333E" w:rsidP="005E29B5">
      <w:pPr>
        <w:pStyle w:val="Pealkiri21"/>
      </w:pPr>
      <w:r w:rsidRPr="005E29B5">
        <w:rPr>
          <w:sz w:val="20"/>
        </w:rPr>
        <w:t>Müüja</w:t>
      </w:r>
      <w:r w:rsidR="005253F3" w:rsidRPr="005E29B5">
        <w:rPr>
          <w:sz w:val="20"/>
        </w:rPr>
        <w:t xml:space="preserve"> esitab </w:t>
      </w:r>
      <w:r w:rsidR="00151D79" w:rsidRPr="005E29B5">
        <w:rPr>
          <w:sz w:val="20"/>
        </w:rPr>
        <w:t xml:space="preserve">ettemaksu laekumisel </w:t>
      </w:r>
      <w:r w:rsidR="005253F3" w:rsidRPr="005E29B5">
        <w:rPr>
          <w:sz w:val="20"/>
        </w:rPr>
        <w:t xml:space="preserve">arved </w:t>
      </w:r>
      <w:r w:rsidR="0094376B" w:rsidRPr="005E29B5">
        <w:rPr>
          <w:sz w:val="20"/>
        </w:rPr>
        <w:t>m</w:t>
      </w:r>
      <w:r w:rsidRPr="005E29B5">
        <w:rPr>
          <w:sz w:val="20"/>
        </w:rPr>
        <w:t>etsamaterjal</w:t>
      </w:r>
      <w:r w:rsidR="005253F3" w:rsidRPr="005E29B5">
        <w:rPr>
          <w:sz w:val="20"/>
        </w:rPr>
        <w:t>i eest elektrooniliselt e-posti aadressile</w:t>
      </w:r>
      <w:r w:rsidR="005253F3" w:rsidRPr="001611B4">
        <w:t xml:space="preserve">: </w:t>
      </w:r>
      <w:hyperlink r:id="rId16" w:history="1">
        <w:r w:rsidR="005E29B5" w:rsidRPr="0014087A">
          <w:rPr>
            <w:rStyle w:val="Hperlink"/>
            <w:bCs/>
            <w:sz w:val="20"/>
          </w:rPr>
          <w:t>heikko.kont@gmail.com</w:t>
        </w:r>
      </w:hyperlink>
      <w:r w:rsidR="005E29B5">
        <w:rPr>
          <w:bCs/>
          <w:sz w:val="20"/>
        </w:rPr>
        <w:t xml:space="preserve"> </w:t>
      </w:r>
    </w:p>
    <w:p w14:paraId="2D1088D5" w14:textId="108D475C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lastRenderedPageBreak/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524CB3FF" w:rsidR="005253F3" w:rsidRPr="005E29B5" w:rsidRDefault="00117DAF" w:rsidP="00105593">
      <w:pPr>
        <w:pStyle w:val="Pealkiri21"/>
        <w:rPr>
          <w:b/>
          <w:sz w:val="20"/>
        </w:rPr>
      </w:pPr>
      <w:r w:rsidRPr="005E29B5">
        <w:rPr>
          <w:sz w:val="20"/>
        </w:rPr>
        <w:t>Leping</w:t>
      </w:r>
      <w:r w:rsidR="001A653F">
        <w:rPr>
          <w:sz w:val="20"/>
        </w:rPr>
        <w:t xml:space="preserve"> kehtib kuni </w:t>
      </w:r>
      <w:r w:rsidR="005E29B5">
        <w:rPr>
          <w:sz w:val="20"/>
        </w:rPr>
        <w:t>31.12.202</w:t>
      </w:r>
      <w:r w:rsidR="001A653F">
        <w:rPr>
          <w:sz w:val="20"/>
        </w:rPr>
        <w:t>5 a.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4623EE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8F95637" w:rsidR="004623EE" w:rsidRPr="001611B4" w:rsidRDefault="0033728C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2123798159"/>
                <w:placeholder>
                  <w:docPart w:val="D8E02E0EDD9243E4B3C5042691377DB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14AA9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4623EE" w:rsidRPr="001611B4" w:rsidRDefault="004623EE" w:rsidP="00A11833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3EE3C15C" w:rsidR="004623EE" w:rsidRPr="001611B4" w:rsidRDefault="0033728C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117192284"/>
                <w:placeholder>
                  <w:docPart w:val="735D1A1C02554800A6A8AFE285F2ABC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14AA9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69B59029" w:rsidR="004623EE" w:rsidRPr="001611B4" w:rsidRDefault="00E14AA9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6BEC3566" w:rsidR="004623EE" w:rsidRPr="001611B4" w:rsidRDefault="00E14AA9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Heikko Kont</w:t>
            </w:r>
          </w:p>
        </w:tc>
      </w:tr>
    </w:tbl>
    <w:p w14:paraId="2005BC6D" w14:textId="0ABE4B32" w:rsidR="005253F3" w:rsidRPr="001611B4" w:rsidRDefault="005253F3" w:rsidP="00145AC6">
      <w:pPr>
        <w:rPr>
          <w:i/>
          <w:sz w:val="20"/>
        </w:rPr>
      </w:pPr>
    </w:p>
    <w:sectPr w:rsidR="005253F3" w:rsidRPr="001611B4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93CB4" w14:textId="77777777" w:rsidR="005D0FD7" w:rsidRDefault="005D0FD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39BA5" w14:textId="77777777" w:rsidR="005D0FD7" w:rsidRDefault="005D0FD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A69CF" w14:textId="77777777" w:rsidR="005D0FD7" w:rsidRDefault="005D0F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6E6FF72A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A9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77252124">
    <w:abstractNumId w:val="0"/>
  </w:num>
  <w:num w:numId="2" w16cid:durableId="1842888277">
    <w:abstractNumId w:val="10"/>
  </w:num>
  <w:num w:numId="3" w16cid:durableId="713769681">
    <w:abstractNumId w:val="9"/>
  </w:num>
  <w:num w:numId="4" w16cid:durableId="365908659">
    <w:abstractNumId w:val="14"/>
  </w:num>
  <w:num w:numId="5" w16cid:durableId="602150853">
    <w:abstractNumId w:val="15"/>
  </w:num>
  <w:num w:numId="6" w16cid:durableId="886795011">
    <w:abstractNumId w:val="18"/>
  </w:num>
  <w:num w:numId="7" w16cid:durableId="1341348050">
    <w:abstractNumId w:val="20"/>
  </w:num>
  <w:num w:numId="8" w16cid:durableId="1298990964">
    <w:abstractNumId w:val="5"/>
  </w:num>
  <w:num w:numId="9" w16cid:durableId="530385402">
    <w:abstractNumId w:val="7"/>
  </w:num>
  <w:num w:numId="10" w16cid:durableId="1197039919">
    <w:abstractNumId w:val="1"/>
  </w:num>
  <w:num w:numId="11" w16cid:durableId="1723744832">
    <w:abstractNumId w:val="2"/>
  </w:num>
  <w:num w:numId="12" w16cid:durableId="693965084">
    <w:abstractNumId w:val="12"/>
  </w:num>
  <w:num w:numId="13" w16cid:durableId="2052261865">
    <w:abstractNumId w:val="17"/>
  </w:num>
  <w:num w:numId="14" w16cid:durableId="1432433896">
    <w:abstractNumId w:val="8"/>
  </w:num>
  <w:num w:numId="15" w16cid:durableId="1642149109">
    <w:abstractNumId w:val="4"/>
  </w:num>
  <w:num w:numId="16" w16cid:durableId="1867402815">
    <w:abstractNumId w:val="17"/>
  </w:num>
  <w:num w:numId="17" w16cid:durableId="50051229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478801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110616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67036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3722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966529">
    <w:abstractNumId w:val="21"/>
  </w:num>
  <w:num w:numId="23" w16cid:durableId="1388454374">
    <w:abstractNumId w:val="3"/>
  </w:num>
  <w:num w:numId="24" w16cid:durableId="1787194172">
    <w:abstractNumId w:val="19"/>
  </w:num>
  <w:num w:numId="25" w16cid:durableId="1923637143">
    <w:abstractNumId w:val="6"/>
  </w:num>
  <w:num w:numId="26" w16cid:durableId="1065883684">
    <w:abstractNumId w:val="11"/>
  </w:num>
  <w:num w:numId="27" w16cid:durableId="10676550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9657329">
    <w:abstractNumId w:val="13"/>
  </w:num>
  <w:num w:numId="29" w16cid:durableId="620575486">
    <w:abstractNumId w:val="16"/>
  </w:num>
  <w:num w:numId="30" w16cid:durableId="1454710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0F7D97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5AC6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653F"/>
    <w:rsid w:val="001B1F4C"/>
    <w:rsid w:val="001B44BD"/>
    <w:rsid w:val="001C037C"/>
    <w:rsid w:val="001C0A72"/>
    <w:rsid w:val="001C5A75"/>
    <w:rsid w:val="001C6234"/>
    <w:rsid w:val="001C73D4"/>
    <w:rsid w:val="001D2CCB"/>
    <w:rsid w:val="001D2D60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376A7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6DD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455C"/>
    <w:rsid w:val="002E6FB9"/>
    <w:rsid w:val="002F1618"/>
    <w:rsid w:val="002F3C88"/>
    <w:rsid w:val="002F6AF8"/>
    <w:rsid w:val="00311C1C"/>
    <w:rsid w:val="00312D5E"/>
    <w:rsid w:val="003130C6"/>
    <w:rsid w:val="00314AD1"/>
    <w:rsid w:val="00320B8E"/>
    <w:rsid w:val="003305F9"/>
    <w:rsid w:val="00330C91"/>
    <w:rsid w:val="003311F0"/>
    <w:rsid w:val="0033728C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1F8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77619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46CD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B7340"/>
    <w:rsid w:val="005C0954"/>
    <w:rsid w:val="005C0CA3"/>
    <w:rsid w:val="005C0F01"/>
    <w:rsid w:val="005C3257"/>
    <w:rsid w:val="005D0FD7"/>
    <w:rsid w:val="005D135B"/>
    <w:rsid w:val="005D229E"/>
    <w:rsid w:val="005D281D"/>
    <w:rsid w:val="005D6D69"/>
    <w:rsid w:val="005E216A"/>
    <w:rsid w:val="005E29B5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2ABB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84C60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0DE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80A44"/>
    <w:rsid w:val="00A84326"/>
    <w:rsid w:val="00A9565C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2A9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AA9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5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A80A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eikko.kont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heikko.kont@gmail.com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rmk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E02E0EDD9243E4B3C5042691377D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D3C008-E873-4F46-93CE-7FD7D2CCC55A}"/>
      </w:docPartPr>
      <w:docPartBody>
        <w:p w:rsidR="00985EA7" w:rsidRDefault="00985EA7">
          <w:pPr>
            <w:pStyle w:val="D8E02E0EDD9243E4B3C5042691377DB6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35D1A1C02554800A6A8AFE285F2AB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A47E45-CCBC-4E6E-9997-C9E0932F41CB}"/>
      </w:docPartPr>
      <w:docPartBody>
        <w:p w:rsidR="00985EA7" w:rsidRDefault="00985EA7">
          <w:pPr>
            <w:pStyle w:val="735D1A1C02554800A6A8AFE285F2ABC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1D2D60"/>
    <w:rsid w:val="002A6DD6"/>
    <w:rsid w:val="00477619"/>
    <w:rsid w:val="00485420"/>
    <w:rsid w:val="004E54B1"/>
    <w:rsid w:val="00950DEC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4E54B1"/>
    <w:rPr>
      <w:color w:val="808080"/>
    </w:rPr>
  </w:style>
  <w:style w:type="paragraph" w:customStyle="1" w:styleId="D8E02E0EDD9243E4B3C5042691377DB6">
    <w:name w:val="D8E02E0EDD9243E4B3C5042691377DB6"/>
  </w:style>
  <w:style w:type="paragraph" w:customStyle="1" w:styleId="735D1A1C02554800A6A8AFE285F2ABCD">
    <w:name w:val="735D1A1C02554800A6A8AFE285F2A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37E0C-7D2C-4F74-9939-25628B93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5</TotalTime>
  <Pages>3</Pages>
  <Words>969</Words>
  <Characters>7519</Characters>
  <Application>Microsoft Office Word</Application>
  <DocSecurity>0</DocSecurity>
  <Lines>62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8472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2025-01-22T08:05:00Z</dcterms:created>
  <dcterms:modified xsi:type="dcterms:W3CDTF">2025-01-22T08:17:00Z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